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C186B-D41C-434C-8A58-BAB19772E93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